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8B635" w14:textId="77777777" w:rsidR="006676AE" w:rsidRPr="00B36ABD" w:rsidRDefault="006676AE" w:rsidP="006676AE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450746">
        <w:rPr>
          <w:bCs/>
          <w:i w:val="0"/>
          <w:sz w:val="22"/>
          <w:szCs w:val="22"/>
        </w:rPr>
        <w:t>1</w:t>
      </w:r>
      <w:r w:rsidR="00B36ABD">
        <w:rPr>
          <w:bCs/>
          <w:i w:val="0"/>
          <w:sz w:val="22"/>
          <w:szCs w:val="22"/>
        </w:rPr>
        <w:t xml:space="preserve"> do SWZ</w:t>
      </w:r>
    </w:p>
    <w:p w14:paraId="2A2315D4" w14:textId="12AA4F36"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065E3C">
        <w:rPr>
          <w:rFonts w:ascii="Times New Roman" w:hAnsi="Times New Roman"/>
          <w:b/>
        </w:rPr>
        <w:t>S.270.1.</w:t>
      </w:r>
      <w:r w:rsidR="00E408D7">
        <w:rPr>
          <w:rFonts w:ascii="Times New Roman" w:hAnsi="Times New Roman"/>
          <w:b/>
        </w:rPr>
        <w:t>1</w:t>
      </w:r>
      <w:r w:rsidR="00E05353">
        <w:rPr>
          <w:rFonts w:ascii="Times New Roman" w:hAnsi="Times New Roman"/>
          <w:b/>
        </w:rPr>
        <w:t>.202</w:t>
      </w:r>
      <w:r w:rsidR="00E408D7">
        <w:rPr>
          <w:rFonts w:ascii="Times New Roman" w:hAnsi="Times New Roman"/>
          <w:b/>
        </w:rPr>
        <w:t>4</w:t>
      </w:r>
    </w:p>
    <w:p w14:paraId="1F09222F" w14:textId="77777777"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3C713972" w14:textId="77777777" w:rsidR="00F90CD1" w:rsidRDefault="00114609" w:rsidP="00065E3C">
      <w:pPr>
        <w:pStyle w:val="Tekstpodstawowy"/>
        <w:spacing w:after="0"/>
        <w:ind w:left="4111"/>
        <w:rPr>
          <w:sz w:val="22"/>
          <w:szCs w:val="22"/>
        </w:rPr>
      </w:pPr>
      <w:r w:rsidRPr="00114609">
        <w:rPr>
          <w:sz w:val="22"/>
          <w:szCs w:val="22"/>
        </w:rPr>
        <w:t>Skarb Państwa Państwowe Gospodarstwo Leśne Lasy Państwowe</w:t>
      </w:r>
      <w:r w:rsidR="00450746">
        <w:rPr>
          <w:sz w:val="22"/>
          <w:szCs w:val="22"/>
        </w:rPr>
        <w:t xml:space="preserve"> </w:t>
      </w:r>
      <w:r w:rsidRPr="00114609">
        <w:rPr>
          <w:sz w:val="22"/>
          <w:szCs w:val="22"/>
        </w:rPr>
        <w:t xml:space="preserve">Nadleśnictwo </w:t>
      </w:r>
      <w:r w:rsidR="00065E3C">
        <w:rPr>
          <w:sz w:val="22"/>
          <w:szCs w:val="22"/>
        </w:rPr>
        <w:t>Strzyżów</w:t>
      </w:r>
    </w:p>
    <w:p w14:paraId="5EB5921E" w14:textId="77777777"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14:paraId="76B38294" w14:textId="77777777"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14:paraId="5FA5675E" w14:textId="77777777"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677B67DF" w14:textId="77777777"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14:paraId="044CD758" w14:textId="77777777"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14:paraId="12EDEBB7" w14:textId="77777777"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14:paraId="4C788D6B" w14:textId="77777777"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47D615B7" w14:textId="77777777"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7B0BF122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114609" w:rsidRPr="00110593" w14:paraId="74F2C5DF" w14:textId="77777777" w:rsidTr="00E23DFF">
        <w:tc>
          <w:tcPr>
            <w:tcW w:w="9351" w:type="dxa"/>
            <w:shd w:val="clear" w:color="auto" w:fill="D9D9D9"/>
          </w:tcPr>
          <w:p w14:paraId="142E9586" w14:textId="77777777" w:rsidR="00114609" w:rsidRPr="00110593" w:rsidRDefault="00114609" w:rsidP="00E23D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5A2AE602" w14:textId="77D8F6C7" w:rsidR="00114609" w:rsidRPr="00110593" w:rsidRDefault="00114609" w:rsidP="00E23DF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="00065E3C" w:rsidRPr="00971A60">
              <w:rPr>
                <w:rFonts w:ascii="Cambria" w:hAnsi="Cambria" w:cs="Arial"/>
                <w:color w:val="000000" w:themeColor="text1"/>
              </w:rPr>
              <w:t>(tekst jedn.: Dz. U. z 202</w:t>
            </w:r>
            <w:r w:rsidR="00E408D7">
              <w:rPr>
                <w:rFonts w:ascii="Cambria" w:hAnsi="Cambria" w:cs="Arial"/>
                <w:color w:val="000000" w:themeColor="text1"/>
              </w:rPr>
              <w:t>3</w:t>
            </w:r>
            <w:r w:rsidR="00065E3C" w:rsidRPr="00971A60">
              <w:rPr>
                <w:rFonts w:ascii="Cambria" w:hAnsi="Cambria" w:cs="Arial"/>
                <w:color w:val="000000" w:themeColor="text1"/>
              </w:rPr>
              <w:t xml:space="preserve"> r. poz. </w:t>
            </w:r>
            <w:r w:rsidR="00E408D7">
              <w:rPr>
                <w:rFonts w:ascii="Cambria" w:hAnsi="Cambria" w:cs="Arial"/>
                <w:color w:val="000000" w:themeColor="text1"/>
              </w:rPr>
              <w:t>1605</w:t>
            </w:r>
            <w:r w:rsidR="00065E3C" w:rsidRPr="00971A60">
              <w:rPr>
                <w:rFonts w:ascii="Cambria" w:hAnsi="Cambria" w:cs="Arial"/>
                <w:color w:val="000000" w:themeColor="text1"/>
              </w:rPr>
              <w:t xml:space="preserve"> z późn. zm. - „PZP”)</w:t>
            </w:r>
            <w:r w:rsidRPr="00110593">
              <w:rPr>
                <w:rFonts w:ascii="Times New Roman" w:hAnsi="Times New Roman"/>
              </w:rPr>
              <w:t>, dotyczące:</w:t>
            </w:r>
          </w:p>
          <w:p w14:paraId="3AC6BAA3" w14:textId="77777777" w:rsidR="00114609" w:rsidRPr="00110593" w:rsidRDefault="00114609" w:rsidP="00E23DFF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  <w:r w:rsidR="00E23DFF">
              <w:rPr>
                <w:rFonts w:ascii="Times New Roman" w:hAnsi="Times New Roman"/>
                <w:b/>
                <w:sz w:val="21"/>
                <w:szCs w:val="21"/>
                <w:u w:val="single"/>
              </w:rPr>
              <w:t xml:space="preserve"> </w:t>
            </w: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  <w:r w:rsidR="00E23DFF">
              <w:rPr>
                <w:rFonts w:ascii="Times New Roman" w:hAnsi="Times New Roman"/>
                <w:b/>
                <w:sz w:val="21"/>
                <w:szCs w:val="21"/>
                <w:u w:val="single"/>
              </w:rPr>
              <w:t xml:space="preserve"> </w:t>
            </w: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209DE0DE" w14:textId="77777777"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3C86B01" w14:textId="77777777" w:rsidR="005434B3" w:rsidRPr="00E23DFF" w:rsidRDefault="001F027E" w:rsidP="005434B3">
      <w:pPr>
        <w:spacing w:after="120" w:line="276" w:lineRule="auto"/>
        <w:jc w:val="both"/>
        <w:rPr>
          <w:rFonts w:ascii="Times New Roman" w:hAnsi="Times New Roman"/>
          <w:b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114609" w:rsidRPr="00114609">
        <w:rPr>
          <w:rFonts w:ascii="Times New Roman" w:hAnsi="Times New Roman"/>
          <w:b/>
        </w:rPr>
        <w:t>Skarb Państwa Państwowe Gospodarstwo Leśne Lasy Państwowe</w:t>
      </w:r>
      <w:r w:rsidR="004121C0">
        <w:rPr>
          <w:rFonts w:ascii="Times New Roman" w:hAnsi="Times New Roman"/>
          <w:b/>
        </w:rPr>
        <w:t xml:space="preserve"> </w:t>
      </w:r>
      <w:r w:rsidR="00114609" w:rsidRPr="00114609">
        <w:rPr>
          <w:rFonts w:ascii="Times New Roman" w:hAnsi="Times New Roman"/>
          <w:b/>
        </w:rPr>
        <w:t xml:space="preserve">Nadleśnictwo </w:t>
      </w:r>
      <w:r w:rsidR="00A34D7C">
        <w:rPr>
          <w:rFonts w:ascii="Times New Roman" w:hAnsi="Times New Roman"/>
          <w:b/>
        </w:rPr>
        <w:t>Strzyżów</w:t>
      </w:r>
      <w:r w:rsidR="005434B3">
        <w:rPr>
          <w:rFonts w:ascii="Times New Roman" w:hAnsi="Times New Roman"/>
          <w:b/>
        </w:rPr>
        <w:t>,</w:t>
      </w:r>
      <w:r w:rsidR="002B2AD9" w:rsidRPr="00E23DFF">
        <w:rPr>
          <w:rFonts w:ascii="Times New Roman" w:hAnsi="Times New Roman"/>
          <w:b/>
        </w:rPr>
        <w:t xml:space="preserve"> </w:t>
      </w:r>
      <w:r w:rsidR="002168A8" w:rsidRPr="00E23DFF">
        <w:rPr>
          <w:rFonts w:ascii="Times New Roman" w:hAnsi="Times New Roman"/>
          <w:b/>
        </w:rPr>
        <w:t>pn.</w:t>
      </w:r>
      <w:r w:rsidR="002B2AD9" w:rsidRPr="00E23DFF">
        <w:rPr>
          <w:rFonts w:ascii="Times New Roman" w:hAnsi="Times New Roman"/>
          <w:b/>
        </w:rPr>
        <w:t>:</w:t>
      </w:r>
      <w:r w:rsidR="002168A8" w:rsidRPr="00E23DFF">
        <w:rPr>
          <w:rFonts w:ascii="Times New Roman" w:hAnsi="Times New Roman"/>
          <w:b/>
        </w:rPr>
        <w:t xml:space="preserve"> </w:t>
      </w:r>
    </w:p>
    <w:p w14:paraId="1ABDF4B6" w14:textId="2278B06D" w:rsidR="00E23DFF" w:rsidRPr="00E23DFF" w:rsidRDefault="00E23DFF" w:rsidP="00E23DFF">
      <w:pPr>
        <w:spacing w:after="120" w:line="276" w:lineRule="auto"/>
        <w:jc w:val="both"/>
        <w:rPr>
          <w:rFonts w:ascii="Times New Roman" w:hAnsi="Times New Roman"/>
          <w:b/>
        </w:rPr>
      </w:pPr>
      <w:r w:rsidRPr="00E23DFF">
        <w:rPr>
          <w:rFonts w:ascii="Times New Roman" w:hAnsi="Times New Roman"/>
          <w:b/>
        </w:rPr>
        <w:t>Dostawa kruszyw na drogi leśne, składy drewna i szlaki zrywkowe Nadleśnictwa Strzyżów w roku 202</w:t>
      </w:r>
      <w:r w:rsidR="00E408D7">
        <w:rPr>
          <w:rFonts w:ascii="Times New Roman" w:hAnsi="Times New Roman"/>
          <w:b/>
        </w:rPr>
        <w:t>4</w:t>
      </w:r>
      <w:r w:rsidRPr="00E23DFF">
        <w:rPr>
          <w:rFonts w:ascii="Times New Roman" w:hAnsi="Times New Roman"/>
          <w:b/>
        </w:rPr>
        <w:t>.</w:t>
      </w:r>
    </w:p>
    <w:p w14:paraId="04619A73" w14:textId="77777777" w:rsidR="00F90CD1" w:rsidRDefault="00E65685" w:rsidP="00232DF0">
      <w:pPr>
        <w:spacing w:after="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14:paraId="7832437A" w14:textId="77777777" w:rsidR="00E408D7" w:rsidRPr="00E210FE" w:rsidRDefault="00E408D7" w:rsidP="00E408D7">
      <w:pPr>
        <w:spacing w:before="120" w:line="276" w:lineRule="auto"/>
        <w:rPr>
          <w:rFonts w:cs="Calibri"/>
        </w:rPr>
      </w:pPr>
      <w:r w:rsidRPr="00E210FE">
        <w:rPr>
          <w:rFonts w:cs="Calibri"/>
          <w:b/>
        </w:rPr>
        <w:t>Oświadczam, że</w:t>
      </w:r>
      <w:r w:rsidRPr="00E210FE">
        <w:rPr>
          <w:rFonts w:cs="Calibri"/>
        </w:rPr>
        <w:t xml:space="preserve"> uczestniczę w postępowaniu jako:</w:t>
      </w:r>
    </w:p>
    <w:p w14:paraId="3B53860C" w14:textId="77777777" w:rsidR="00E408D7" w:rsidRPr="00E210FE" w:rsidRDefault="00E408D7" w:rsidP="00E408D7">
      <w:pPr>
        <w:spacing w:before="120" w:line="276" w:lineRule="auto"/>
        <w:rPr>
          <w:rFonts w:cs="Calibri"/>
        </w:rPr>
      </w:pPr>
      <w:r w:rsidRPr="00E210FE">
        <w:rPr>
          <w:rFonts w:cs="Calibri"/>
        </w:rPr>
        <w:t>• Wykonawca samodzielnie ubiegający się o udzielenie zamówienia.*</w:t>
      </w:r>
    </w:p>
    <w:p w14:paraId="0E4A5567" w14:textId="77777777" w:rsidR="00E408D7" w:rsidRPr="00E210FE" w:rsidRDefault="00E408D7" w:rsidP="00E408D7">
      <w:pPr>
        <w:spacing w:before="120" w:line="276" w:lineRule="auto"/>
        <w:rPr>
          <w:rFonts w:cs="Calibri"/>
        </w:rPr>
      </w:pPr>
      <w:r w:rsidRPr="00E210FE">
        <w:rPr>
          <w:rFonts w:cs="Calibri"/>
        </w:rPr>
        <w:t>• Wykonawca ubiegający się o udzielenie zamówienia wspólnie z innymi Wykonawcami.*</w:t>
      </w:r>
    </w:p>
    <w:p w14:paraId="54BAF821" w14:textId="77777777" w:rsidR="00E408D7" w:rsidRPr="00E210FE" w:rsidRDefault="00E408D7" w:rsidP="00E408D7">
      <w:pPr>
        <w:spacing w:before="120" w:line="276" w:lineRule="auto"/>
        <w:jc w:val="both"/>
      </w:pPr>
      <w:r w:rsidRPr="00E210FE">
        <w:rPr>
          <w:rFonts w:cs="Calibri"/>
        </w:rPr>
        <w:t>• podmiot udostępniający zasoby.*</w:t>
      </w:r>
    </w:p>
    <w:p w14:paraId="23CDEE2B" w14:textId="6AF16563" w:rsidR="00E408D7" w:rsidRPr="00E210FE" w:rsidRDefault="00E408D7" w:rsidP="00E408D7">
      <w:pPr>
        <w:spacing w:before="120" w:line="276" w:lineRule="auto"/>
        <w:jc w:val="both"/>
      </w:pPr>
      <w:r w:rsidRPr="00E210FE">
        <w:rPr>
          <w:b/>
        </w:rPr>
        <w:t>Oświadczam, że</w:t>
      </w:r>
      <w:r w:rsidRPr="00E210FE">
        <w:t xml:space="preserve"> jestem mikro, małym lub średnim</w:t>
      </w:r>
      <w:r>
        <w:t xml:space="preserve"> </w:t>
      </w:r>
      <w:r w:rsidRPr="00E210FE">
        <w:rPr>
          <w:rFonts w:cs="Calibri"/>
        </w:rPr>
        <w:t>*</w:t>
      </w:r>
      <w:r w:rsidRPr="00E210FE">
        <w:t xml:space="preserve"> przedsiębiorstwem, zgodnie z definicjami zawartymi w zaleceniu Komisji 2003/361/WE (DzUUE L 124 z 20.5.2003, s.36).*</w:t>
      </w:r>
    </w:p>
    <w:p w14:paraId="74F86471" w14:textId="07208A0C" w:rsidR="00E408D7" w:rsidRPr="00E408D7" w:rsidRDefault="00E408D7" w:rsidP="00E408D7">
      <w:pPr>
        <w:spacing w:after="0" w:line="276" w:lineRule="auto"/>
        <w:jc w:val="both"/>
        <w:rPr>
          <w:rFonts w:ascii="Times New Roman" w:hAnsi="Times New Roman"/>
        </w:rPr>
      </w:pPr>
      <w:r w:rsidRPr="00E408D7">
        <w:rPr>
          <w:rFonts w:ascii="Times New Roman" w:hAnsi="Times New Roman" w:cs="Calibri"/>
        </w:rPr>
        <w:t>*</w:t>
      </w:r>
      <w:r>
        <w:rPr>
          <w:rFonts w:ascii="Times New Roman" w:hAnsi="Times New Roman"/>
        </w:rPr>
        <w:t xml:space="preserve"> - niepotrzebne skreślić</w:t>
      </w:r>
    </w:p>
    <w:p w14:paraId="0435601F" w14:textId="77777777" w:rsidR="00E408D7" w:rsidRPr="00E210FE" w:rsidRDefault="00E408D7" w:rsidP="00E408D7">
      <w:pPr>
        <w:shd w:val="clear" w:color="auto" w:fill="BFBFBF"/>
        <w:rPr>
          <w:b/>
        </w:rPr>
      </w:pPr>
      <w:r w:rsidRPr="00E210FE">
        <w:rPr>
          <w:b/>
        </w:rPr>
        <w:t>OŚWIADCZENIE DOTYCZĄCE PODSTAW WYKLUCZENIA</w:t>
      </w:r>
    </w:p>
    <w:p w14:paraId="0EB53392" w14:textId="1D70B9B4" w:rsidR="00E408D7" w:rsidRPr="00E210FE" w:rsidRDefault="00E408D7" w:rsidP="00E408D7">
      <w:pPr>
        <w:spacing w:before="120" w:line="360" w:lineRule="auto"/>
        <w:jc w:val="both"/>
      </w:pPr>
      <w:r w:rsidRPr="00E210FE">
        <w:rPr>
          <w:b/>
        </w:rPr>
        <w:t>Oświadczam, że</w:t>
      </w:r>
      <w:r w:rsidRPr="00E210FE">
        <w:t xml:space="preserve"> nie podlegam wykluczeniu z postępowania</w:t>
      </w:r>
      <w:r>
        <w:t>,</w:t>
      </w:r>
      <w:r w:rsidRPr="00E210FE">
        <w:t xml:space="preserve"> na podstawie</w:t>
      </w:r>
      <w:r>
        <w:t xml:space="preserve"> określonych </w:t>
      </w:r>
      <w:r w:rsidRPr="006D2611">
        <w:t xml:space="preserve">w rozdziale </w:t>
      </w:r>
      <w:r>
        <w:t>8</w:t>
      </w:r>
      <w:r w:rsidRPr="006D2611">
        <w:t xml:space="preserve"> SWZ</w:t>
      </w:r>
      <w:r>
        <w:t xml:space="preserve"> przesłanek wykluczenia, o których mowa w</w:t>
      </w:r>
      <w:r w:rsidRPr="00E210FE">
        <w:t>:</w:t>
      </w:r>
    </w:p>
    <w:p w14:paraId="58882541" w14:textId="77777777" w:rsidR="00E408D7" w:rsidRPr="00E210FE" w:rsidRDefault="00E408D7" w:rsidP="00E408D7">
      <w:pPr>
        <w:spacing w:line="360" w:lineRule="auto"/>
        <w:ind w:left="567" w:hanging="567"/>
        <w:jc w:val="both"/>
      </w:pPr>
      <w:r w:rsidRPr="00E210FE">
        <w:rPr>
          <w:rFonts w:cs="Calibri"/>
        </w:rPr>
        <w:t xml:space="preserve">• </w:t>
      </w:r>
      <w:r w:rsidRPr="00E210FE">
        <w:t xml:space="preserve">art. 108 ust. 1 pkt 1) lub 2) ustawy Pzp*, </w:t>
      </w:r>
      <w:r w:rsidRPr="00E210FE">
        <w:rPr>
          <w:rFonts w:cs="Calibri"/>
        </w:rPr>
        <w:t>•</w:t>
      </w:r>
      <w:r w:rsidRPr="00E210FE">
        <w:t xml:space="preserve"> art. 108 ust. 1 pkt 3 ustawy Pzp*, </w:t>
      </w:r>
      <w:r w:rsidRPr="00E210FE">
        <w:rPr>
          <w:rFonts w:cs="Calibri"/>
        </w:rPr>
        <w:t xml:space="preserve">• </w:t>
      </w:r>
      <w:r w:rsidRPr="00E210FE">
        <w:t>art. 108 ust. 1 pkt 4) ustawy Pzp*,</w:t>
      </w:r>
    </w:p>
    <w:p w14:paraId="7A0A17CF" w14:textId="77777777" w:rsidR="00E408D7" w:rsidRPr="00E210FE" w:rsidRDefault="00E408D7" w:rsidP="00E408D7">
      <w:pPr>
        <w:spacing w:line="360" w:lineRule="auto"/>
        <w:jc w:val="both"/>
      </w:pPr>
      <w:r w:rsidRPr="00E210FE">
        <w:rPr>
          <w:rFonts w:cs="Calibri"/>
        </w:rPr>
        <w:t xml:space="preserve">• </w:t>
      </w:r>
      <w:r w:rsidRPr="00E210FE">
        <w:t xml:space="preserve">art. 108 ust. 1 pkt 5) ustawy Pzp*, </w:t>
      </w:r>
      <w:r w:rsidRPr="00E210FE">
        <w:rPr>
          <w:rFonts w:cs="Calibri"/>
        </w:rPr>
        <w:t xml:space="preserve">• </w:t>
      </w:r>
      <w:r w:rsidRPr="00E210FE">
        <w:t xml:space="preserve">art. 108 ust. 1 pkt 6) ustawy Pzp*, </w:t>
      </w:r>
    </w:p>
    <w:p w14:paraId="70E19F9C" w14:textId="77777777" w:rsidR="00E408D7" w:rsidRPr="00E210FE" w:rsidRDefault="00E408D7" w:rsidP="00E408D7">
      <w:pPr>
        <w:spacing w:line="360" w:lineRule="auto"/>
        <w:ind w:left="567" w:hanging="567"/>
        <w:jc w:val="both"/>
      </w:pPr>
      <w:r w:rsidRPr="00E210FE">
        <w:rPr>
          <w:b/>
        </w:rPr>
        <w:lastRenderedPageBreak/>
        <w:t>Oświadczam, że</w:t>
      </w:r>
      <w:r w:rsidRPr="00E210FE">
        <w:t xml:space="preserve"> zachodzą w stosunku do mnie podstawy wykluczenia określone w art. …………….. ustawy Pzp.*</w:t>
      </w:r>
    </w:p>
    <w:p w14:paraId="1AB51F62" w14:textId="77777777" w:rsidR="00E408D7" w:rsidRPr="00E210FE" w:rsidRDefault="00E408D7" w:rsidP="00E408D7">
      <w:pPr>
        <w:spacing w:line="360" w:lineRule="auto"/>
        <w:jc w:val="both"/>
        <w:rPr>
          <w:sz w:val="16"/>
          <w:szCs w:val="16"/>
        </w:rPr>
      </w:pPr>
      <w:r w:rsidRPr="00E210FE">
        <w:rPr>
          <w:i/>
          <w:sz w:val="16"/>
          <w:szCs w:val="16"/>
        </w:rPr>
        <w:t xml:space="preserve">(należy podać mającą zastosowanie podstawę wykluczenia spośród wymienionych w art. 108 ust. 1 pkt 1, 2 i </w:t>
      </w:r>
      <w:r>
        <w:rPr>
          <w:i/>
          <w:sz w:val="16"/>
          <w:szCs w:val="16"/>
        </w:rPr>
        <w:t xml:space="preserve">5 </w:t>
      </w:r>
      <w:r w:rsidRPr="00E210FE">
        <w:rPr>
          <w:i/>
          <w:sz w:val="16"/>
          <w:szCs w:val="16"/>
        </w:rPr>
        <w:t>ustawy Pzp)</w:t>
      </w:r>
    </w:p>
    <w:p w14:paraId="3181A1E2" w14:textId="77777777" w:rsidR="00E408D7" w:rsidRDefault="00E408D7" w:rsidP="00E408D7">
      <w:pPr>
        <w:spacing w:line="360" w:lineRule="auto"/>
        <w:jc w:val="both"/>
      </w:pPr>
      <w:r w:rsidRPr="00E210FE">
        <w:t>Jednocześnie oświadczam, na podstawie art. 110 ust. 2 ustawy Pzp, że w związku z powyższą podstawą wykluczenia, zostały przeze mnie podjęte następujące środki naprawcze: *</w:t>
      </w:r>
    </w:p>
    <w:p w14:paraId="467571E5" w14:textId="77777777" w:rsidR="00E408D7" w:rsidRPr="00E210FE" w:rsidRDefault="00E408D7" w:rsidP="00E408D7">
      <w:pPr>
        <w:spacing w:line="360" w:lineRule="auto"/>
        <w:jc w:val="both"/>
      </w:pPr>
    </w:p>
    <w:p w14:paraId="552C262E" w14:textId="3949F26A" w:rsidR="00E408D7" w:rsidRPr="00E210FE" w:rsidRDefault="00E408D7" w:rsidP="00E408D7">
      <w:pPr>
        <w:spacing w:line="360" w:lineRule="auto"/>
        <w:jc w:val="both"/>
      </w:pPr>
      <w:r w:rsidRPr="00E210FE">
        <w:t>………………………………..…………………………………………………………………………………………………………………………</w:t>
      </w:r>
    </w:p>
    <w:p w14:paraId="19C18CB4" w14:textId="64E5AF69" w:rsidR="00E408D7" w:rsidRPr="00E210FE" w:rsidRDefault="00E408D7" w:rsidP="00E408D7">
      <w:pPr>
        <w:spacing w:line="360" w:lineRule="auto"/>
        <w:ind w:left="567" w:hanging="567"/>
        <w:jc w:val="both"/>
      </w:pPr>
      <w:r w:rsidRPr="00E210FE">
        <w:t>………………………………………………………………………………………………...…………………...........……………………………</w:t>
      </w:r>
    </w:p>
    <w:p w14:paraId="313F8EA3" w14:textId="5A87465B" w:rsidR="00E408D7" w:rsidRPr="00E210FE" w:rsidRDefault="00E408D7" w:rsidP="00E408D7">
      <w:pPr>
        <w:spacing w:line="360" w:lineRule="auto"/>
        <w:jc w:val="both"/>
      </w:pPr>
      <w:r w:rsidRPr="00E210FE">
        <w:t>………………………………..…………………………………………………………………………………………………………………………</w:t>
      </w:r>
    </w:p>
    <w:p w14:paraId="0792C2C3" w14:textId="0F0BEBE0" w:rsidR="00E408D7" w:rsidRDefault="00E408D7" w:rsidP="00E408D7">
      <w:pPr>
        <w:spacing w:line="360" w:lineRule="auto"/>
        <w:ind w:left="567" w:hanging="567"/>
        <w:jc w:val="both"/>
      </w:pPr>
      <w:r w:rsidRPr="00E210FE">
        <w:t>………………………………………………………………………………………………...…………………...........……………………………</w:t>
      </w:r>
    </w:p>
    <w:p w14:paraId="50358816" w14:textId="77777777" w:rsidR="00E408D7" w:rsidRDefault="00E408D7" w:rsidP="00E408D7">
      <w:pPr>
        <w:spacing w:line="360" w:lineRule="auto"/>
        <w:ind w:left="567" w:hanging="567"/>
        <w:jc w:val="both"/>
      </w:pPr>
    </w:p>
    <w:p w14:paraId="244677B3" w14:textId="77777777" w:rsidR="00E408D7" w:rsidRPr="001448FB" w:rsidRDefault="00E408D7" w:rsidP="00E408D7">
      <w:pPr>
        <w:shd w:val="clear" w:color="auto" w:fill="BFBF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</w:t>
      </w:r>
      <w:r w:rsidRPr="003F3B00">
        <w:rPr>
          <w:rFonts w:ascii="Arial" w:hAnsi="Arial" w:cs="Arial"/>
          <w:sz w:val="21"/>
          <w:szCs w:val="21"/>
        </w:rPr>
        <w:t>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E6AE518" w14:textId="77777777" w:rsidR="00E408D7" w:rsidRDefault="00E408D7" w:rsidP="00E408D7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5E3A61B" w14:textId="77777777" w:rsidR="00E408D7" w:rsidRDefault="00E408D7" w:rsidP="00E408D7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34FE4736" w14:textId="77777777" w:rsidR="00E408D7" w:rsidRPr="005D1710" w:rsidRDefault="00E408D7" w:rsidP="00E408D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8FADD5B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4DF3F114" w14:textId="77777777" w:rsidR="00E408D7" w:rsidRDefault="00E408D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67050566" w14:textId="77777777" w:rsidR="00E408D7" w:rsidRDefault="00E408D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797C0BA8" w14:textId="77777777" w:rsidR="00E408D7" w:rsidRDefault="00E408D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4A3A98C1" w14:textId="77777777" w:rsidR="00E408D7" w:rsidRDefault="00E408D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1DEC75CA" w14:textId="77777777" w:rsidR="00E408D7" w:rsidRDefault="00E408D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3A9970F1" w14:textId="77777777" w:rsidR="00E408D7" w:rsidRDefault="00E408D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1B1D147A" w14:textId="77777777" w:rsidR="00E408D7" w:rsidRPr="000247FF" w:rsidRDefault="00E408D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7B0ADA46" w14:textId="77777777" w:rsidR="00D2702A" w:rsidRPr="00D2702A" w:rsidRDefault="004F23F7" w:rsidP="000857C0">
      <w:pPr>
        <w:spacing w:after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>Oświadczam,</w:t>
      </w:r>
      <w:r w:rsidR="00313417" w:rsidRPr="00D2702A">
        <w:rPr>
          <w:rFonts w:ascii="Times New Roman" w:hAnsi="Times New Roman"/>
        </w:rPr>
        <w:t xml:space="preserve"> że spełniam</w:t>
      </w:r>
      <w:r w:rsidR="004541F9" w:rsidRPr="00D2702A">
        <w:rPr>
          <w:rFonts w:ascii="Times New Roman" w:hAnsi="Times New Roman"/>
        </w:rPr>
        <w:t>, określone przez Zamawiającego,</w:t>
      </w:r>
      <w:r w:rsidR="00313417" w:rsidRPr="00D2702A">
        <w:rPr>
          <w:rFonts w:ascii="Times New Roman" w:hAnsi="Times New Roman"/>
        </w:rPr>
        <w:t xml:space="preserve"> warunki udziału </w:t>
      </w:r>
      <w:r w:rsidR="004541F9" w:rsidRPr="00D2702A">
        <w:rPr>
          <w:rFonts w:ascii="Times New Roman" w:hAnsi="Times New Roman"/>
        </w:rPr>
        <w:t>w postępowaniu: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BC0596" w14:paraId="0DABBFFD" w14:textId="77777777" w:rsidTr="0045074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4B70C" w14:textId="77777777" w:rsidR="00D2702A" w:rsidRPr="00BC0596" w:rsidRDefault="00D2702A" w:rsidP="00D2702A">
            <w:pPr>
              <w:spacing w:before="60" w:after="120"/>
              <w:jc w:val="center"/>
              <w:rPr>
                <w:rFonts w:ascii="Times New Roman" w:hAnsi="Times New Roman"/>
                <w:b/>
              </w:rPr>
            </w:pPr>
            <w:r w:rsidRPr="00BC0596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F3EDF" w14:textId="77777777" w:rsidR="00D2702A" w:rsidRPr="00BC0596" w:rsidRDefault="00D2702A" w:rsidP="00D2702A">
            <w:pPr>
              <w:spacing w:before="60" w:after="120"/>
              <w:rPr>
                <w:rFonts w:ascii="Times New Roman" w:hAnsi="Times New Roman"/>
              </w:rPr>
            </w:pPr>
            <w:r w:rsidRPr="00BC0596">
              <w:rPr>
                <w:rFonts w:ascii="Times New Roman" w:hAnsi="Times New Roman"/>
                <w:b/>
              </w:rPr>
              <w:t>Warunki udziału w postępowaniu</w:t>
            </w:r>
          </w:p>
        </w:tc>
      </w:tr>
      <w:tr w:rsidR="00BC0596" w:rsidRPr="00BC0596" w14:paraId="5F58A42B" w14:textId="77777777" w:rsidTr="0045074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1119F" w14:textId="77777777" w:rsidR="00BC0596" w:rsidRPr="00BC0596" w:rsidRDefault="00BC0596" w:rsidP="00BC0596">
            <w:pPr>
              <w:spacing w:before="60" w:after="120"/>
              <w:jc w:val="center"/>
              <w:rPr>
                <w:rFonts w:ascii="Times New Roman" w:hAnsi="Times New Roman"/>
              </w:rPr>
            </w:pPr>
            <w:r w:rsidRPr="00BC0596">
              <w:rPr>
                <w:rFonts w:ascii="Times New Roman" w:hAnsi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DC9E5" w14:textId="77777777" w:rsidR="00BC0596" w:rsidRPr="00BC0596" w:rsidRDefault="00BC0596" w:rsidP="00BC0596">
            <w:pPr>
              <w:spacing w:before="60" w:after="120"/>
              <w:jc w:val="both"/>
              <w:rPr>
                <w:rFonts w:ascii="Times New Roman" w:hAnsi="Times New Roman"/>
                <w:b/>
                <w:bCs/>
              </w:rPr>
            </w:pPr>
            <w:r w:rsidRPr="00BC0596">
              <w:rPr>
                <w:rFonts w:ascii="Times New Roman" w:hAnsi="Times New Roman"/>
                <w:b/>
                <w:bCs/>
              </w:rPr>
              <w:t>Zdolność techniczna lub zawodowa</w:t>
            </w:r>
          </w:p>
          <w:p w14:paraId="5C771475" w14:textId="77777777" w:rsidR="00BC0596" w:rsidRPr="00BC0596" w:rsidRDefault="00BC0596" w:rsidP="00E23DFF">
            <w:pPr>
              <w:spacing w:before="60" w:after="120"/>
              <w:jc w:val="both"/>
              <w:rPr>
                <w:rFonts w:ascii="Times New Roman" w:hAnsi="Times New Roman"/>
              </w:rPr>
            </w:pPr>
            <w:r w:rsidRPr="00BC0596">
              <w:rPr>
                <w:rFonts w:ascii="Times New Roman" w:hAnsi="Times New Roman"/>
              </w:rPr>
              <w:t xml:space="preserve">O udzielenie zamówienia publicznego mogą ubiegać się wykonawcy, którzy spełniają warunki, dotyczące zdolności technicznej i zawodowej. Warunek ten w zakresie dysponowania potencjałem technicznym zostanie uznany za spełniony, jeśli Wykonawca wykaże, że dysponuje co najmniej </w:t>
            </w:r>
            <w:r w:rsidR="00E23DFF">
              <w:rPr>
                <w:rFonts w:ascii="Times New Roman" w:hAnsi="Times New Roman"/>
              </w:rPr>
              <w:t>dwoma samochoda</w:t>
            </w:r>
            <w:r w:rsidRPr="00BC0596">
              <w:rPr>
                <w:rFonts w:ascii="Times New Roman" w:hAnsi="Times New Roman"/>
              </w:rPr>
              <w:t>m</w:t>
            </w:r>
            <w:r w:rsidR="00E23DFF">
              <w:rPr>
                <w:rFonts w:ascii="Times New Roman" w:hAnsi="Times New Roman"/>
              </w:rPr>
              <w:t>i</w:t>
            </w:r>
            <w:r w:rsidRPr="00BC0596">
              <w:rPr>
                <w:rFonts w:ascii="Times New Roman" w:hAnsi="Times New Roman"/>
              </w:rPr>
              <w:t xml:space="preserve"> ciężarowym</w:t>
            </w:r>
            <w:r w:rsidR="00E23DFF">
              <w:rPr>
                <w:rFonts w:ascii="Times New Roman" w:hAnsi="Times New Roman"/>
              </w:rPr>
              <w:t>i</w:t>
            </w:r>
            <w:r w:rsidRPr="00BC0596">
              <w:rPr>
                <w:rFonts w:ascii="Times New Roman" w:hAnsi="Times New Roman"/>
              </w:rPr>
              <w:t xml:space="preserve"> samowyładowczy</w:t>
            </w:r>
            <w:r>
              <w:rPr>
                <w:rFonts w:ascii="Times New Roman" w:hAnsi="Times New Roman"/>
              </w:rPr>
              <w:t>m</w:t>
            </w:r>
            <w:r w:rsidR="00E23DFF"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</w:rPr>
              <w:t xml:space="preserve"> o ładowności </w:t>
            </w:r>
            <w:r w:rsidR="00E23DFF">
              <w:rPr>
                <w:rFonts w:ascii="Times New Roman" w:hAnsi="Times New Roman"/>
              </w:rPr>
              <w:t>10 m3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14:paraId="669EF364" w14:textId="77777777" w:rsidR="00D2702A" w:rsidRDefault="00D2702A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14:paraId="4DF47E36" w14:textId="77777777" w:rsidR="00D23F3D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14:paraId="379ACF6F" w14:textId="77777777" w:rsidR="002B4240" w:rsidRDefault="002B4240" w:rsidP="00D2702A">
      <w:pPr>
        <w:spacing w:before="120" w:line="276" w:lineRule="auto"/>
        <w:jc w:val="both"/>
        <w:rPr>
          <w:rFonts w:ascii="Times New Roman" w:hAnsi="Times New Roman"/>
        </w:rPr>
      </w:pPr>
    </w:p>
    <w:p w14:paraId="034D8250" w14:textId="77777777" w:rsidR="00E408D7" w:rsidRDefault="00E408D7" w:rsidP="00D2702A">
      <w:pPr>
        <w:spacing w:before="120" w:line="276" w:lineRule="auto"/>
        <w:jc w:val="both"/>
        <w:rPr>
          <w:rFonts w:ascii="Times New Roman" w:hAnsi="Times New Roman"/>
        </w:rPr>
      </w:pPr>
    </w:p>
    <w:p w14:paraId="6B7348CA" w14:textId="77777777" w:rsidR="00E408D7" w:rsidRDefault="00E408D7" w:rsidP="00D2702A">
      <w:pPr>
        <w:spacing w:before="120" w:line="276" w:lineRule="auto"/>
        <w:jc w:val="both"/>
        <w:rPr>
          <w:rFonts w:ascii="Times New Roman" w:hAnsi="Times New Roman"/>
        </w:rPr>
      </w:pPr>
    </w:p>
    <w:p w14:paraId="14412DCC" w14:textId="77777777" w:rsidR="00E408D7" w:rsidRDefault="00E408D7" w:rsidP="00D2702A">
      <w:pPr>
        <w:spacing w:before="120" w:line="276" w:lineRule="auto"/>
        <w:jc w:val="both"/>
        <w:rPr>
          <w:rFonts w:ascii="Times New Roman" w:hAnsi="Times New Roman"/>
        </w:rPr>
      </w:pPr>
    </w:p>
    <w:p w14:paraId="7E5953D7" w14:textId="77777777" w:rsidR="00E408D7" w:rsidRPr="00D2702A" w:rsidRDefault="00E408D7" w:rsidP="00D2702A">
      <w:pPr>
        <w:spacing w:before="120" w:line="276" w:lineRule="auto"/>
        <w:jc w:val="both"/>
        <w:rPr>
          <w:rFonts w:ascii="Times New Roman" w:hAnsi="Times New Roman"/>
        </w:rPr>
      </w:pPr>
    </w:p>
    <w:p w14:paraId="4914ABCB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390F55C0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1C5979C6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2FA15E4C" w14:textId="77777777" w:rsidR="00484F88" w:rsidRPr="006676AE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sectPr w:rsidR="00484F88" w:rsidRPr="006676AE" w:rsidSect="00B945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CADF7" w14:textId="77777777" w:rsidR="00B945E8" w:rsidRDefault="00B945E8" w:rsidP="0038231F">
      <w:pPr>
        <w:spacing w:after="0" w:line="240" w:lineRule="auto"/>
      </w:pPr>
      <w:r>
        <w:separator/>
      </w:r>
    </w:p>
  </w:endnote>
  <w:endnote w:type="continuationSeparator" w:id="0">
    <w:p w14:paraId="5E300FD2" w14:textId="77777777" w:rsidR="00B945E8" w:rsidRDefault="00B945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CE29C" w14:textId="77777777" w:rsidR="00114609" w:rsidRDefault="001146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9DD3B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23DF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23DFF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6C08D7E1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F0F5D" w14:textId="77777777" w:rsidR="00114609" w:rsidRDefault="001146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DBC02" w14:textId="77777777" w:rsidR="00B945E8" w:rsidRDefault="00B945E8" w:rsidP="0038231F">
      <w:pPr>
        <w:spacing w:after="0" w:line="240" w:lineRule="auto"/>
      </w:pPr>
      <w:r>
        <w:separator/>
      </w:r>
    </w:p>
  </w:footnote>
  <w:footnote w:type="continuationSeparator" w:id="0">
    <w:p w14:paraId="2BCFD512" w14:textId="77777777" w:rsidR="00B945E8" w:rsidRDefault="00B945E8" w:rsidP="0038231F">
      <w:pPr>
        <w:spacing w:after="0" w:line="240" w:lineRule="auto"/>
      </w:pPr>
      <w:r>
        <w:continuationSeparator/>
      </w:r>
    </w:p>
  </w:footnote>
  <w:footnote w:id="1">
    <w:p w14:paraId="19FEB677" w14:textId="77777777" w:rsidR="00E408D7" w:rsidRPr="00A82964" w:rsidRDefault="00E408D7" w:rsidP="00E408D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eastAsia="Verdana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BAAB085" w14:textId="77777777" w:rsidR="00E408D7" w:rsidRPr="00A82964" w:rsidRDefault="00E408D7" w:rsidP="00E408D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42CE7C" w14:textId="77777777" w:rsidR="00E408D7" w:rsidRPr="00A82964" w:rsidRDefault="00E408D7" w:rsidP="00E408D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3F841AB" w14:textId="77777777" w:rsidR="00E408D7" w:rsidRPr="00761CEB" w:rsidRDefault="00E408D7" w:rsidP="00E408D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DC935" w14:textId="77777777" w:rsidR="00114609" w:rsidRDefault="001146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68995" w14:textId="77777777" w:rsidR="00114609" w:rsidRDefault="0011460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0E019" w14:textId="77777777" w:rsidR="00114609" w:rsidRDefault="001146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22E67C5"/>
    <w:multiLevelType w:val="hybridMultilevel"/>
    <w:tmpl w:val="69380742"/>
    <w:lvl w:ilvl="0" w:tplc="33D2708E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D08DE"/>
    <w:multiLevelType w:val="hybridMultilevel"/>
    <w:tmpl w:val="67EAF67C"/>
    <w:lvl w:ilvl="0" w:tplc="DE24A0DA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4502556">
    <w:abstractNumId w:val="10"/>
  </w:num>
  <w:num w:numId="2" w16cid:durableId="2030905256">
    <w:abstractNumId w:val="0"/>
  </w:num>
  <w:num w:numId="3" w16cid:durableId="1133989243">
    <w:abstractNumId w:val="9"/>
  </w:num>
  <w:num w:numId="4" w16cid:durableId="597106735">
    <w:abstractNumId w:val="12"/>
  </w:num>
  <w:num w:numId="5" w16cid:durableId="2086605557">
    <w:abstractNumId w:val="11"/>
  </w:num>
  <w:num w:numId="6" w16cid:durableId="1139226838">
    <w:abstractNumId w:val="8"/>
  </w:num>
  <w:num w:numId="7" w16cid:durableId="743722189">
    <w:abstractNumId w:val="1"/>
  </w:num>
  <w:num w:numId="8" w16cid:durableId="1580139091">
    <w:abstractNumId w:val="4"/>
  </w:num>
  <w:num w:numId="9" w16cid:durableId="1462114494">
    <w:abstractNumId w:val="2"/>
  </w:num>
  <w:num w:numId="10" w16cid:durableId="525094282">
    <w:abstractNumId w:val="6"/>
  </w:num>
  <w:num w:numId="11" w16cid:durableId="639575453">
    <w:abstractNumId w:val="3"/>
  </w:num>
  <w:num w:numId="12" w16cid:durableId="2108961048">
    <w:abstractNumId w:val="5"/>
  </w:num>
  <w:num w:numId="13" w16cid:durableId="17921696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BAB"/>
    <w:rsid w:val="00023477"/>
    <w:rsid w:val="000247FF"/>
    <w:rsid w:val="00025C8D"/>
    <w:rsid w:val="000303EE"/>
    <w:rsid w:val="00041D44"/>
    <w:rsid w:val="0005473D"/>
    <w:rsid w:val="00065E3C"/>
    <w:rsid w:val="00073C3D"/>
    <w:rsid w:val="000809B6"/>
    <w:rsid w:val="000857C0"/>
    <w:rsid w:val="00090D17"/>
    <w:rsid w:val="000B1025"/>
    <w:rsid w:val="000B54D1"/>
    <w:rsid w:val="000C021E"/>
    <w:rsid w:val="000C18AF"/>
    <w:rsid w:val="000D6F17"/>
    <w:rsid w:val="000D73C4"/>
    <w:rsid w:val="000E4D37"/>
    <w:rsid w:val="00110593"/>
    <w:rsid w:val="00114609"/>
    <w:rsid w:val="00160A7A"/>
    <w:rsid w:val="00167815"/>
    <w:rsid w:val="001902D2"/>
    <w:rsid w:val="00193815"/>
    <w:rsid w:val="00196AE6"/>
    <w:rsid w:val="001C6945"/>
    <w:rsid w:val="001F027E"/>
    <w:rsid w:val="00203A40"/>
    <w:rsid w:val="002168A8"/>
    <w:rsid w:val="00232DF0"/>
    <w:rsid w:val="002426FF"/>
    <w:rsid w:val="00255142"/>
    <w:rsid w:val="00256CEC"/>
    <w:rsid w:val="00262D61"/>
    <w:rsid w:val="00284368"/>
    <w:rsid w:val="00290B01"/>
    <w:rsid w:val="00292198"/>
    <w:rsid w:val="002B2AD9"/>
    <w:rsid w:val="002B4240"/>
    <w:rsid w:val="002C1C7B"/>
    <w:rsid w:val="002C4137"/>
    <w:rsid w:val="002C4948"/>
    <w:rsid w:val="002E641A"/>
    <w:rsid w:val="00313417"/>
    <w:rsid w:val="00313911"/>
    <w:rsid w:val="00333209"/>
    <w:rsid w:val="00337073"/>
    <w:rsid w:val="00347DC0"/>
    <w:rsid w:val="00350CD9"/>
    <w:rsid w:val="00351F8A"/>
    <w:rsid w:val="00364235"/>
    <w:rsid w:val="0038231F"/>
    <w:rsid w:val="003B2070"/>
    <w:rsid w:val="003B214C"/>
    <w:rsid w:val="003B3701"/>
    <w:rsid w:val="003B7238"/>
    <w:rsid w:val="003C3B64"/>
    <w:rsid w:val="003F024C"/>
    <w:rsid w:val="004121C0"/>
    <w:rsid w:val="0042542D"/>
    <w:rsid w:val="0043048B"/>
    <w:rsid w:val="00434CC2"/>
    <w:rsid w:val="00450746"/>
    <w:rsid w:val="004541F9"/>
    <w:rsid w:val="004609F1"/>
    <w:rsid w:val="004651B5"/>
    <w:rsid w:val="004761C6"/>
    <w:rsid w:val="0047664E"/>
    <w:rsid w:val="00476E7D"/>
    <w:rsid w:val="00482F6E"/>
    <w:rsid w:val="00484F88"/>
    <w:rsid w:val="004872F9"/>
    <w:rsid w:val="004C4854"/>
    <w:rsid w:val="004D7E48"/>
    <w:rsid w:val="004F23F7"/>
    <w:rsid w:val="004F40EF"/>
    <w:rsid w:val="005103B9"/>
    <w:rsid w:val="00512A1E"/>
    <w:rsid w:val="00520174"/>
    <w:rsid w:val="005434B3"/>
    <w:rsid w:val="0056185B"/>
    <w:rsid w:val="005641F0"/>
    <w:rsid w:val="005C39CA"/>
    <w:rsid w:val="005E176A"/>
    <w:rsid w:val="005E24AA"/>
    <w:rsid w:val="005E60BE"/>
    <w:rsid w:val="00634311"/>
    <w:rsid w:val="00641874"/>
    <w:rsid w:val="006676AE"/>
    <w:rsid w:val="00676422"/>
    <w:rsid w:val="006A3A1F"/>
    <w:rsid w:val="006A52B6"/>
    <w:rsid w:val="006F0034"/>
    <w:rsid w:val="006F3D32"/>
    <w:rsid w:val="00710937"/>
    <w:rsid w:val="007118F0"/>
    <w:rsid w:val="00725209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2BAB"/>
    <w:rsid w:val="008C5709"/>
    <w:rsid w:val="008C6DF8"/>
    <w:rsid w:val="008D0487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0B10"/>
    <w:rsid w:val="00975019"/>
    <w:rsid w:val="00975C49"/>
    <w:rsid w:val="00997D0F"/>
    <w:rsid w:val="009C7756"/>
    <w:rsid w:val="009F4064"/>
    <w:rsid w:val="00A050D4"/>
    <w:rsid w:val="00A15F7E"/>
    <w:rsid w:val="00A166B0"/>
    <w:rsid w:val="00A22DCF"/>
    <w:rsid w:val="00A24C2D"/>
    <w:rsid w:val="00A276E4"/>
    <w:rsid w:val="00A3062E"/>
    <w:rsid w:val="00A347DE"/>
    <w:rsid w:val="00A34D7C"/>
    <w:rsid w:val="00AE6FF2"/>
    <w:rsid w:val="00B0088C"/>
    <w:rsid w:val="00B15219"/>
    <w:rsid w:val="00B15FD3"/>
    <w:rsid w:val="00B34079"/>
    <w:rsid w:val="00B36ABD"/>
    <w:rsid w:val="00B8005E"/>
    <w:rsid w:val="00B90E42"/>
    <w:rsid w:val="00B945E8"/>
    <w:rsid w:val="00B95E71"/>
    <w:rsid w:val="00BB0C3C"/>
    <w:rsid w:val="00BB55E4"/>
    <w:rsid w:val="00BC0596"/>
    <w:rsid w:val="00C014B5"/>
    <w:rsid w:val="00C113BF"/>
    <w:rsid w:val="00C4103F"/>
    <w:rsid w:val="00C57DEB"/>
    <w:rsid w:val="00C737A7"/>
    <w:rsid w:val="00C81012"/>
    <w:rsid w:val="00C909B9"/>
    <w:rsid w:val="00CD0851"/>
    <w:rsid w:val="00D20618"/>
    <w:rsid w:val="00D23F3D"/>
    <w:rsid w:val="00D2702A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05353"/>
    <w:rsid w:val="00E21B42"/>
    <w:rsid w:val="00E23DFF"/>
    <w:rsid w:val="00E24546"/>
    <w:rsid w:val="00E24565"/>
    <w:rsid w:val="00E309E9"/>
    <w:rsid w:val="00E31C06"/>
    <w:rsid w:val="00E33351"/>
    <w:rsid w:val="00E408D7"/>
    <w:rsid w:val="00E41CB9"/>
    <w:rsid w:val="00E60C28"/>
    <w:rsid w:val="00E64482"/>
    <w:rsid w:val="00E65685"/>
    <w:rsid w:val="00E73190"/>
    <w:rsid w:val="00E73CEB"/>
    <w:rsid w:val="00EB5978"/>
    <w:rsid w:val="00EB7CDE"/>
    <w:rsid w:val="00EE1FBF"/>
    <w:rsid w:val="00EE40F5"/>
    <w:rsid w:val="00EF0829"/>
    <w:rsid w:val="00EF74CA"/>
    <w:rsid w:val="00F04280"/>
    <w:rsid w:val="00F365F2"/>
    <w:rsid w:val="00F43919"/>
    <w:rsid w:val="00F66810"/>
    <w:rsid w:val="00F737A7"/>
    <w:rsid w:val="00F8042D"/>
    <w:rsid w:val="00F8636A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9FF8BD"/>
  <w15:docId w15:val="{CCCCB3B3-89A4-400C-B86B-3908752DD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408D7"/>
    <w:rPr>
      <w:rFonts w:ascii="Times New Roman" w:hAnsi="Times New Roman"/>
      <w:sz w:val="24"/>
      <w:szCs w:val="24"/>
    </w:rPr>
  </w:style>
  <w:style w:type="character" w:styleId="Uwydatnienie">
    <w:name w:val="Emphasis"/>
    <w:uiPriority w:val="20"/>
    <w:qFormat/>
    <w:rsid w:val="00E408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FAL~1.CIS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979C8-EF6C-4082-AECE-8B6B86CC0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36</TotalTime>
  <Pages>3</Pages>
  <Words>543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Cisek</dc:creator>
  <cp:keywords/>
  <cp:lastModifiedBy>Piotr Karol - Nadleśnictwo Strzyżów</cp:lastModifiedBy>
  <cp:revision>25</cp:revision>
  <cp:lastPrinted>2022-05-25T11:23:00Z</cp:lastPrinted>
  <dcterms:created xsi:type="dcterms:W3CDTF">2021-03-11T09:15:00Z</dcterms:created>
  <dcterms:modified xsi:type="dcterms:W3CDTF">2024-01-11T22:48:00Z</dcterms:modified>
</cp:coreProperties>
</file>